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330D3" w14:textId="4C06C013" w:rsidR="007A5559" w:rsidRPr="00C4411F" w:rsidRDefault="007A5559" w:rsidP="00C4411F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7A55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Bližší specifikace předmětu </w:t>
      </w:r>
      <w:r w:rsidR="0026428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veřejné zakázky</w:t>
      </w:r>
    </w:p>
    <w:p w14:paraId="69FCDCF7" w14:textId="77777777" w:rsidR="007A5559" w:rsidRPr="000E52AC" w:rsidRDefault="007A5559" w:rsidP="007A5559">
      <w:pPr>
        <w:autoSpaceDE w:val="0"/>
        <w:autoSpaceDN w:val="0"/>
        <w:spacing w:after="0" w:line="240" w:lineRule="auto"/>
        <w:ind w:left="851"/>
        <w:jc w:val="both"/>
        <w:rPr>
          <w:rFonts w:ascii="Verdana" w:hAnsi="Verdana"/>
          <w:bCs/>
          <w:color w:val="FF0000"/>
        </w:rPr>
      </w:pPr>
    </w:p>
    <w:p w14:paraId="46509D09" w14:textId="77777777" w:rsidR="00C168AF" w:rsidRDefault="00C168AF" w:rsidP="007A5559">
      <w:pPr>
        <w:jc w:val="both"/>
        <w:rPr>
          <w:rFonts w:ascii="Verdana" w:hAnsi="Verdana"/>
          <w:b/>
          <w:bCs/>
        </w:rPr>
      </w:pPr>
      <w:r w:rsidRPr="00C168AF">
        <w:rPr>
          <w:rFonts w:ascii="Verdana" w:hAnsi="Verdana"/>
          <w:b/>
          <w:bCs/>
        </w:rPr>
        <w:t>Dodávka 4 ručních mobilních skenerů pro hromadný sběr dat pro potřeby mapování, stavební dokumentace, BIM</w:t>
      </w:r>
    </w:p>
    <w:p w14:paraId="40602A64" w14:textId="483C247D" w:rsidR="00387733" w:rsidRPr="00387733" w:rsidRDefault="00387733" w:rsidP="007A5559">
      <w:pPr>
        <w:jc w:val="both"/>
        <w:rPr>
          <w:rFonts w:ascii="Verdana" w:hAnsi="Verdana"/>
          <w:bCs/>
        </w:rPr>
      </w:pPr>
      <w:r>
        <w:rPr>
          <w:rFonts w:ascii="Verdana" w:hAnsi="Verdana"/>
          <w:b/>
        </w:rPr>
        <w:t>Účel veřejné zakázky</w:t>
      </w:r>
      <w:r w:rsidRPr="00C4411F">
        <w:rPr>
          <w:rFonts w:ascii="Verdana" w:hAnsi="Verdana"/>
          <w:b/>
        </w:rPr>
        <w:t xml:space="preserve">: </w:t>
      </w:r>
      <w:r w:rsidR="001F14A9" w:rsidRPr="00C4411F">
        <w:rPr>
          <w:rFonts w:ascii="Verdana" w:hAnsi="Verdana"/>
          <w:bCs/>
        </w:rPr>
        <w:t>Z</w:t>
      </w:r>
      <w:r w:rsidRPr="00C4411F">
        <w:rPr>
          <w:rFonts w:ascii="Verdana" w:hAnsi="Verdana"/>
          <w:bCs/>
        </w:rPr>
        <w:t>výšení efektivity sběru geodetických dat při kontrolách jednotlivých fází staveb, při tvorbě pasportů budov a při mapování členitých/složitých konstrukcí.</w:t>
      </w:r>
      <w:r w:rsidR="00E616F1" w:rsidRPr="00C4411F">
        <w:rPr>
          <w:rFonts w:ascii="Verdana" w:hAnsi="Verdana"/>
          <w:bCs/>
        </w:rPr>
        <w:t xml:space="preserve"> </w:t>
      </w:r>
      <w:r w:rsidR="00E616F1" w:rsidRPr="00C4411F">
        <w:rPr>
          <w:rFonts w:ascii="Verdana" w:hAnsi="Verdana"/>
        </w:rPr>
        <w:t>Pořízení radiostanice pro osobní komunikaci zaměstnanců umožňující osobní komunikaci bezpečnostních hlídek s pracovní skupinou, řízení a koordinaci práce v terénu na větší vzdálenost (mimo dosah ústní komunikace).</w:t>
      </w:r>
    </w:p>
    <w:p w14:paraId="6AEFA04E" w14:textId="601F9B66" w:rsidR="007A5559" w:rsidRDefault="007A5559" w:rsidP="00C0714E">
      <w:pPr>
        <w:spacing w:before="120" w:after="0"/>
        <w:jc w:val="both"/>
        <w:rPr>
          <w:rFonts w:ascii="Verdana" w:hAnsi="Verdana"/>
          <w:b/>
        </w:rPr>
      </w:pPr>
      <w:r w:rsidRPr="000E52AC">
        <w:rPr>
          <w:rFonts w:ascii="Verdana" w:hAnsi="Verdana"/>
          <w:b/>
        </w:rPr>
        <w:t xml:space="preserve">Předmět </w:t>
      </w:r>
      <w:r w:rsidR="00C168AF">
        <w:rPr>
          <w:rFonts w:ascii="Verdana" w:hAnsi="Verdana"/>
          <w:b/>
        </w:rPr>
        <w:t xml:space="preserve">dodávky </w:t>
      </w:r>
      <w:r w:rsidRPr="000E52AC">
        <w:rPr>
          <w:rFonts w:ascii="Verdana" w:hAnsi="Verdana"/>
          <w:b/>
        </w:rPr>
        <w:t>musí splňovat následující parametry:</w:t>
      </w:r>
    </w:p>
    <w:p w14:paraId="0B150DCF" w14:textId="77777777" w:rsidR="00080DBD" w:rsidRDefault="00080DBD" w:rsidP="00C0714E">
      <w:pPr>
        <w:spacing w:before="120" w:after="0"/>
        <w:jc w:val="both"/>
        <w:rPr>
          <w:rFonts w:ascii="Verdana" w:hAnsi="Verdana"/>
          <w:b/>
        </w:rPr>
      </w:pPr>
    </w:p>
    <w:p w14:paraId="6A1C78A3" w14:textId="21A47148" w:rsidR="00080DBD" w:rsidRPr="00080DBD" w:rsidRDefault="00080DBD" w:rsidP="00C0714E">
      <w:pPr>
        <w:spacing w:before="120" w:after="0"/>
        <w:jc w:val="both"/>
        <w:rPr>
          <w:rFonts w:ascii="Verdana" w:hAnsi="Verdana"/>
          <w:b/>
          <w:u w:val="single"/>
        </w:rPr>
      </w:pPr>
      <w:r w:rsidRPr="00080DBD">
        <w:rPr>
          <w:rFonts w:ascii="Verdana" w:hAnsi="Verdana"/>
          <w:b/>
          <w:u w:val="single"/>
        </w:rPr>
        <w:t>Ruční skener:</w:t>
      </w:r>
    </w:p>
    <w:p w14:paraId="51E70E1D" w14:textId="2CA1F5A8" w:rsidR="000A02E1" w:rsidRPr="000A02E1" w:rsidRDefault="005B7572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t>Dosah laserového skeneru</w:t>
      </w:r>
      <w:r w:rsidR="00163116">
        <w:t xml:space="preserve"> alespoň v rozmezí</w:t>
      </w:r>
      <w:r>
        <w:t xml:space="preserve"> 0</w:t>
      </w:r>
      <w:r w:rsidR="00CE7FB9">
        <w:t>,</w:t>
      </w:r>
      <w:r>
        <w:t>5 m až 25 m</w:t>
      </w:r>
      <w:r w:rsidR="004E028E">
        <w:t>.</w:t>
      </w:r>
    </w:p>
    <w:p w14:paraId="538EFC28" w14:textId="019FADB6" w:rsidR="000A02E1" w:rsidRPr="000A02E1" w:rsidRDefault="005B7572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t>Rychlost 3D skenování: až 420 000 bodů za vteřinu</w:t>
      </w:r>
      <w:r w:rsidR="004E028E">
        <w:t>.</w:t>
      </w:r>
    </w:p>
    <w:p w14:paraId="70279615" w14:textId="213E7F58" w:rsidR="000A02E1" w:rsidRPr="000A02E1" w:rsidRDefault="005B7572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t>Zorné pole 3D skenování: 360° Hz x 270° V</w:t>
      </w:r>
      <w:r w:rsidR="004E028E">
        <w:t>.</w:t>
      </w:r>
    </w:p>
    <w:p w14:paraId="04A93EC1" w14:textId="4F55F82C" w:rsidR="000A02E1" w:rsidRPr="000A02E1" w:rsidRDefault="005B7572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t xml:space="preserve">Snímkovací kamerový systém: 1x </w:t>
      </w:r>
      <w:proofErr w:type="spellStart"/>
      <w:r>
        <w:t>Hi</w:t>
      </w:r>
      <w:proofErr w:type="spellEnd"/>
      <w:r>
        <w:t xml:space="preserve">-res: 12 </w:t>
      </w:r>
      <w:proofErr w:type="spellStart"/>
      <w:r>
        <w:t>MPix</w:t>
      </w:r>
      <w:proofErr w:type="spellEnd"/>
      <w:r>
        <w:t xml:space="preserve">, 90° x 120° + 3x </w:t>
      </w:r>
      <w:proofErr w:type="spellStart"/>
      <w:r>
        <w:t>Pano</w:t>
      </w:r>
      <w:proofErr w:type="spellEnd"/>
      <w:r>
        <w:t xml:space="preserve">: 4.8 </w:t>
      </w:r>
      <w:proofErr w:type="spellStart"/>
      <w:r>
        <w:t>MPix</w:t>
      </w:r>
      <w:proofErr w:type="spellEnd"/>
      <w:r>
        <w:t>, 300° x 135°</w:t>
      </w:r>
      <w:r w:rsidR="004E028E">
        <w:t>.</w:t>
      </w:r>
    </w:p>
    <w:p w14:paraId="02C097D6" w14:textId="20DEDB34" w:rsidR="000A02E1" w:rsidRPr="000A02E1" w:rsidRDefault="005B7572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t>Přesnost (délkový šum): ±3 mm Přesnost v interiéru: ±10 mm</w:t>
      </w:r>
      <w:r w:rsidR="004E028E">
        <w:t>.</w:t>
      </w:r>
    </w:p>
    <w:p w14:paraId="20739F97" w14:textId="39930DAE" w:rsidR="000A02E1" w:rsidRPr="000A02E1" w:rsidRDefault="005B7572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t xml:space="preserve">Relativní přesnost: </w:t>
      </w:r>
      <w:proofErr w:type="gramStart"/>
      <w:r>
        <w:t>6 - 15</w:t>
      </w:r>
      <w:proofErr w:type="gramEnd"/>
      <w:r>
        <w:t xml:space="preserve"> mm (závislé na prostředí – albedo 78</w:t>
      </w:r>
      <w:r w:rsidR="00B469E1">
        <w:t xml:space="preserve"> </w:t>
      </w:r>
      <w:r>
        <w:t>%)</w:t>
      </w:r>
      <w:r w:rsidR="004E028E">
        <w:t>.</w:t>
      </w:r>
    </w:p>
    <w:p w14:paraId="30A865FD" w14:textId="37F34C72" w:rsidR="000A02E1" w:rsidRPr="000A02E1" w:rsidRDefault="005B7572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t>Absolutní přesnost: 20 mm (závislé na prostředí – albedo 78</w:t>
      </w:r>
      <w:r w:rsidR="00B469E1">
        <w:t xml:space="preserve"> </w:t>
      </w:r>
      <w:r>
        <w:t>%)</w:t>
      </w:r>
      <w:r w:rsidR="004E028E">
        <w:t>.</w:t>
      </w:r>
    </w:p>
    <w:p w14:paraId="64274005" w14:textId="27D80B2F" w:rsidR="000A02E1" w:rsidRPr="00EA1407" w:rsidRDefault="005B7572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t>Výsledné mračno musí být v základní konfiguraci obarveno reálnými RGB barvami</w:t>
      </w:r>
      <w:r w:rsidR="004E028E">
        <w:t>.</w:t>
      </w:r>
    </w:p>
    <w:p w14:paraId="585EB269" w14:textId="4F94644F" w:rsidR="00EA1407" w:rsidRPr="008B2617" w:rsidRDefault="00EA1407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t>Možnost ovládání z aplikace pro iOS nebo Android.</w:t>
      </w:r>
    </w:p>
    <w:p w14:paraId="10D9684D" w14:textId="369EB97B" w:rsidR="008B2617" w:rsidRPr="000A02E1" w:rsidRDefault="008B2617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t>Přenos nasbíraných dat prostřednictvím WLAN (</w:t>
      </w:r>
      <w:proofErr w:type="spellStart"/>
      <w:r>
        <w:t>WiFi</w:t>
      </w:r>
      <w:proofErr w:type="spellEnd"/>
      <w:r>
        <w:t xml:space="preserve">) a USB verze </w:t>
      </w:r>
      <w:proofErr w:type="spellStart"/>
      <w:r>
        <w:t>alepoň</w:t>
      </w:r>
      <w:proofErr w:type="spellEnd"/>
      <w:r>
        <w:t xml:space="preserve"> 3.0.</w:t>
      </w:r>
    </w:p>
    <w:p w14:paraId="2B2FF493" w14:textId="5F9D40BC" w:rsidR="000A02E1" w:rsidRDefault="005B7572" w:rsidP="00A70225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t>Třída laseru: 1 dle normy IEC 60825-1</w:t>
      </w:r>
      <w:r w:rsidR="004E028E">
        <w:rPr>
          <w:rFonts w:ascii="Verdana" w:hAnsi="Verdana"/>
          <w:bCs/>
        </w:rPr>
        <w:t>.</w:t>
      </w:r>
    </w:p>
    <w:p w14:paraId="2C31EE04" w14:textId="3296400B" w:rsidR="00D96048" w:rsidRDefault="00D96048" w:rsidP="00A70225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Odolnost proti prachu a vodě alespoň IP 54.</w:t>
      </w:r>
    </w:p>
    <w:p w14:paraId="30ECD481" w14:textId="16A441F4" w:rsidR="00EA1407" w:rsidRPr="00EA1407" w:rsidRDefault="004E028E" w:rsidP="00EA1407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Maximální rozměry výška x šířka x tloušťka: 180 x 90 x 90 mm.</w:t>
      </w:r>
    </w:p>
    <w:p w14:paraId="2214B483" w14:textId="0CA21BBF" w:rsidR="004E028E" w:rsidRDefault="004E028E" w:rsidP="00A70225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Hmotnost včetně baterie maximálně </w:t>
      </w:r>
      <w:r w:rsidR="00166426">
        <w:rPr>
          <w:rFonts w:ascii="Verdana" w:hAnsi="Verdana"/>
          <w:bCs/>
        </w:rPr>
        <w:t>80</w:t>
      </w:r>
      <w:r>
        <w:rPr>
          <w:rFonts w:ascii="Verdana" w:hAnsi="Verdana"/>
          <w:bCs/>
        </w:rPr>
        <w:t>0 g.</w:t>
      </w:r>
    </w:p>
    <w:p w14:paraId="13AAADA6" w14:textId="77777777" w:rsidR="00080DBD" w:rsidRDefault="00080DBD" w:rsidP="00080DBD">
      <w:p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</w:p>
    <w:p w14:paraId="5F6D150F" w14:textId="499C7E26" w:rsidR="00080DBD" w:rsidRPr="00080DBD" w:rsidRDefault="00080DBD" w:rsidP="00080DBD">
      <w:pPr>
        <w:spacing w:before="120" w:after="0"/>
        <w:jc w:val="both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Výsuvná tyč</w:t>
      </w:r>
      <w:r w:rsidRPr="00080DBD">
        <w:rPr>
          <w:rFonts w:ascii="Verdana" w:hAnsi="Verdana"/>
          <w:b/>
          <w:u w:val="single"/>
        </w:rPr>
        <w:t>:</w:t>
      </w:r>
    </w:p>
    <w:p w14:paraId="3C01FF09" w14:textId="3BEE9968" w:rsidR="00173666" w:rsidRDefault="00173666" w:rsidP="00080DBD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Karbonová teleskopická výsuvná tyč umožňující vysunutí ručního skeneru</w:t>
      </w:r>
      <w:r w:rsidR="0041379C">
        <w:rPr>
          <w:rFonts w:ascii="Verdana" w:hAnsi="Verdana"/>
          <w:bCs/>
        </w:rPr>
        <w:t xml:space="preserve"> zevnitř budovy</w:t>
      </w:r>
      <w:r>
        <w:rPr>
          <w:rFonts w:ascii="Verdana" w:hAnsi="Verdana"/>
          <w:bCs/>
        </w:rPr>
        <w:t xml:space="preserve"> </w:t>
      </w:r>
      <w:r w:rsidR="0041379C">
        <w:rPr>
          <w:rFonts w:ascii="Verdana" w:hAnsi="Verdana"/>
          <w:bCs/>
        </w:rPr>
        <w:t xml:space="preserve">např. </w:t>
      </w:r>
      <w:r>
        <w:rPr>
          <w:rFonts w:ascii="Verdana" w:hAnsi="Verdana"/>
          <w:bCs/>
        </w:rPr>
        <w:t>otevřeným oknem</w:t>
      </w:r>
      <w:r w:rsidR="007114E1">
        <w:rPr>
          <w:rFonts w:ascii="Verdana" w:hAnsi="Verdana"/>
          <w:bCs/>
        </w:rPr>
        <w:t xml:space="preserve"> nebo střešním světlíkem</w:t>
      </w:r>
      <w:r>
        <w:rPr>
          <w:rFonts w:ascii="Verdana" w:hAnsi="Verdana"/>
          <w:bCs/>
        </w:rPr>
        <w:t xml:space="preserve"> za účelem skenování vnějšího pláště budovy</w:t>
      </w:r>
      <w:r w:rsidR="00F74C61">
        <w:rPr>
          <w:rFonts w:ascii="Verdana" w:hAnsi="Verdana"/>
          <w:bCs/>
        </w:rPr>
        <w:t xml:space="preserve"> či střechy</w:t>
      </w:r>
      <w:r>
        <w:rPr>
          <w:rFonts w:ascii="Verdana" w:hAnsi="Verdana"/>
          <w:bCs/>
        </w:rPr>
        <w:t>.</w:t>
      </w:r>
    </w:p>
    <w:p w14:paraId="3DF68A7B" w14:textId="3313025A" w:rsidR="00451A77" w:rsidRDefault="00173666" w:rsidP="00080DBD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Součástí dodávky musí být veškeré vybavení pro bezpečné upevnění ručního skeneru na výsuvnou tyč</w:t>
      </w:r>
      <w:r w:rsidR="00451A77">
        <w:rPr>
          <w:rFonts w:ascii="Verdana" w:hAnsi="Verdana"/>
          <w:bCs/>
        </w:rPr>
        <w:t xml:space="preserve"> </w:t>
      </w:r>
      <w:r w:rsidR="00816E10">
        <w:rPr>
          <w:rFonts w:ascii="Verdana" w:hAnsi="Verdana"/>
          <w:bCs/>
        </w:rPr>
        <w:t>umožňující</w:t>
      </w:r>
      <w:r w:rsidR="0066014D">
        <w:rPr>
          <w:rFonts w:ascii="Verdana" w:hAnsi="Verdana"/>
          <w:bCs/>
        </w:rPr>
        <w:t xml:space="preserve"> jeho</w:t>
      </w:r>
      <w:r w:rsidR="00451A77">
        <w:rPr>
          <w:rFonts w:ascii="Verdana" w:hAnsi="Verdana"/>
          <w:bCs/>
        </w:rPr>
        <w:t xml:space="preserve"> bezproblémový provoz (</w:t>
      </w:r>
      <w:r w:rsidR="00A021D7">
        <w:rPr>
          <w:rFonts w:ascii="Verdana" w:hAnsi="Verdana"/>
          <w:bCs/>
        </w:rPr>
        <w:t xml:space="preserve">při </w:t>
      </w:r>
      <w:r w:rsidR="00451A77">
        <w:rPr>
          <w:rFonts w:ascii="Verdana" w:hAnsi="Verdana"/>
          <w:bCs/>
        </w:rPr>
        <w:t>skenování)</w:t>
      </w:r>
      <w:r>
        <w:rPr>
          <w:rFonts w:ascii="Verdana" w:hAnsi="Verdana"/>
          <w:bCs/>
        </w:rPr>
        <w:t>.</w:t>
      </w:r>
    </w:p>
    <w:p w14:paraId="3B57C90A" w14:textId="75ED8246" w:rsidR="00196BB3" w:rsidRDefault="00A538B4" w:rsidP="00080DBD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Zádový popruh s</w:t>
      </w:r>
      <w:r w:rsidR="002B55C1">
        <w:rPr>
          <w:rFonts w:ascii="Verdana" w:hAnsi="Verdana"/>
          <w:bCs/>
        </w:rPr>
        <w:t> </w:t>
      </w:r>
      <w:r>
        <w:rPr>
          <w:rFonts w:ascii="Verdana" w:hAnsi="Verdana"/>
          <w:bCs/>
        </w:rPr>
        <w:t>bederní</w:t>
      </w:r>
      <w:r w:rsidR="002B55C1">
        <w:rPr>
          <w:rFonts w:ascii="Verdana" w:hAnsi="Verdana"/>
          <w:bCs/>
        </w:rPr>
        <w:t xml:space="preserve">m </w:t>
      </w:r>
      <w:r w:rsidR="00E074E7">
        <w:rPr>
          <w:rFonts w:ascii="Verdana" w:hAnsi="Verdana"/>
          <w:bCs/>
        </w:rPr>
        <w:t>opěrným bo</w:t>
      </w:r>
      <w:r w:rsidR="00CE3171">
        <w:rPr>
          <w:rFonts w:ascii="Verdana" w:hAnsi="Verdana"/>
          <w:bCs/>
        </w:rPr>
        <w:t>dem</w:t>
      </w:r>
      <w:r w:rsidR="006A1A46">
        <w:rPr>
          <w:rFonts w:ascii="Verdana" w:hAnsi="Verdana"/>
          <w:bCs/>
        </w:rPr>
        <w:t xml:space="preserve"> (držákem)</w:t>
      </w:r>
      <w:r w:rsidR="00CE3171">
        <w:rPr>
          <w:rFonts w:ascii="Verdana" w:hAnsi="Verdana"/>
          <w:bCs/>
        </w:rPr>
        <w:t xml:space="preserve"> pro výsuvnou tyč.</w:t>
      </w:r>
    </w:p>
    <w:p w14:paraId="69580BD7" w14:textId="063F9C98" w:rsidR="00DC6155" w:rsidRDefault="000C46AE" w:rsidP="00080DBD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Počet segmentů</w:t>
      </w:r>
      <w:r w:rsidR="003C11C2">
        <w:rPr>
          <w:rFonts w:ascii="Verdana" w:hAnsi="Verdana"/>
          <w:bCs/>
        </w:rPr>
        <w:t xml:space="preserve"> výsuvné tyče</w:t>
      </w:r>
      <w:r>
        <w:rPr>
          <w:rFonts w:ascii="Verdana" w:hAnsi="Verdana"/>
          <w:bCs/>
        </w:rPr>
        <w:t>: 3</w:t>
      </w:r>
      <w:r w:rsidR="000139B1">
        <w:rPr>
          <w:rFonts w:ascii="Verdana" w:hAnsi="Verdana"/>
          <w:bCs/>
        </w:rPr>
        <w:t>.</w:t>
      </w:r>
    </w:p>
    <w:p w14:paraId="0F2E3462" w14:textId="6B8CA4C7" w:rsidR="00E517AB" w:rsidRDefault="00173666" w:rsidP="00080DBD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Délka výsuvné tyče ve složeném stavu maximálně 1,45 m.</w:t>
      </w:r>
    </w:p>
    <w:p w14:paraId="76CDC6F3" w14:textId="2169D329" w:rsidR="00080DBD" w:rsidRPr="00E25F73" w:rsidRDefault="00173666" w:rsidP="00080DBD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Délka</w:t>
      </w:r>
      <w:r w:rsidR="00E517AB">
        <w:rPr>
          <w:rFonts w:ascii="Verdana" w:hAnsi="Verdana"/>
          <w:bCs/>
        </w:rPr>
        <w:t xml:space="preserve"> výsuvné</w:t>
      </w:r>
      <w:r>
        <w:rPr>
          <w:rFonts w:ascii="Verdana" w:hAnsi="Verdana"/>
          <w:bCs/>
        </w:rPr>
        <w:t xml:space="preserve"> tyče při maximálním </w:t>
      </w:r>
      <w:r w:rsidR="00C9507E">
        <w:rPr>
          <w:rFonts w:ascii="Verdana" w:hAnsi="Verdana"/>
          <w:bCs/>
        </w:rPr>
        <w:t xml:space="preserve">roztažení </w:t>
      </w:r>
      <w:r w:rsidR="00141ED2">
        <w:rPr>
          <w:rFonts w:ascii="Verdana" w:hAnsi="Verdana"/>
          <w:bCs/>
        </w:rPr>
        <w:t xml:space="preserve">(vysunutí) </w:t>
      </w:r>
      <w:r>
        <w:rPr>
          <w:rFonts w:ascii="Verdana" w:hAnsi="Verdana"/>
          <w:bCs/>
        </w:rPr>
        <w:t>alespoň 3,</w:t>
      </w:r>
      <w:r w:rsidR="00141ED2">
        <w:rPr>
          <w:rFonts w:ascii="Verdana" w:hAnsi="Verdana"/>
          <w:bCs/>
        </w:rPr>
        <w:t>5</w:t>
      </w:r>
      <w:r>
        <w:rPr>
          <w:rFonts w:ascii="Verdana" w:hAnsi="Verdana"/>
          <w:bCs/>
        </w:rPr>
        <w:t xml:space="preserve"> m.</w:t>
      </w:r>
      <w:r w:rsidR="00080DBD">
        <w:t xml:space="preserve"> </w:t>
      </w:r>
    </w:p>
    <w:p w14:paraId="0158118A" w14:textId="53BDD298" w:rsidR="00E25F73" w:rsidRPr="000C321E" w:rsidRDefault="00E25F73" w:rsidP="00080DBD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t xml:space="preserve">Maximální hmotnost </w:t>
      </w:r>
      <w:r w:rsidR="0011384A">
        <w:t>1</w:t>
      </w:r>
      <w:r>
        <w:t>,</w:t>
      </w:r>
      <w:r w:rsidR="00D61A8C">
        <w:t>5</w:t>
      </w:r>
      <w:r>
        <w:t xml:space="preserve"> kg.</w:t>
      </w:r>
    </w:p>
    <w:p w14:paraId="64C22678" w14:textId="77777777" w:rsidR="000C321E" w:rsidRPr="000C321E" w:rsidRDefault="000C321E" w:rsidP="000C321E">
      <w:pPr>
        <w:autoSpaceDE w:val="0"/>
        <w:autoSpaceDN w:val="0"/>
        <w:spacing w:after="0" w:line="240" w:lineRule="auto"/>
        <w:ind w:left="1134"/>
        <w:jc w:val="both"/>
        <w:rPr>
          <w:rFonts w:ascii="Verdana" w:hAnsi="Verdana"/>
          <w:bCs/>
        </w:rPr>
      </w:pPr>
    </w:p>
    <w:p w14:paraId="02113C4C" w14:textId="77777777" w:rsidR="000C321E" w:rsidRPr="005C7B60" w:rsidRDefault="000C321E" w:rsidP="000C321E">
      <w:pPr>
        <w:autoSpaceDE w:val="0"/>
        <w:autoSpaceDN w:val="0"/>
        <w:spacing w:after="0" w:line="240" w:lineRule="auto"/>
        <w:jc w:val="both"/>
        <w:rPr>
          <w:rFonts w:ascii="Verdana" w:hAnsi="Verdana"/>
          <w:b/>
          <w:bCs/>
          <w:u w:val="single"/>
        </w:rPr>
      </w:pPr>
      <w:r w:rsidRPr="005C7B60">
        <w:rPr>
          <w:rFonts w:ascii="Verdana" w:hAnsi="Verdana"/>
          <w:b/>
          <w:bCs/>
          <w:u w:val="single"/>
        </w:rPr>
        <w:t>Osobní radiostanice:</w:t>
      </w:r>
    </w:p>
    <w:p w14:paraId="2188BB99" w14:textId="77777777" w:rsidR="00F05109" w:rsidRPr="005C7B60" w:rsidRDefault="00F05109" w:rsidP="00F05109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5C7B60">
        <w:rPr>
          <w:rFonts w:ascii="Verdana" w:hAnsi="Verdana"/>
          <w:bCs/>
        </w:rPr>
        <w:t>Radiostanice pro komunikaci mezi osobami.</w:t>
      </w:r>
    </w:p>
    <w:p w14:paraId="15919D06" w14:textId="77777777" w:rsidR="00F05109" w:rsidRPr="005C7B60" w:rsidRDefault="00F05109" w:rsidP="00F05109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5C7B60">
        <w:rPr>
          <w:rFonts w:ascii="Verdana" w:hAnsi="Verdana"/>
          <w:bCs/>
        </w:rPr>
        <w:t>Frekvenční rozsah VHF: 136-174 MHz.</w:t>
      </w:r>
    </w:p>
    <w:p w14:paraId="0E41AAC0" w14:textId="77777777" w:rsidR="00F05109" w:rsidRPr="005C7B60" w:rsidRDefault="00F05109" w:rsidP="00F05109">
      <w:pPr>
        <w:pStyle w:val="Odstavecseseznamem"/>
        <w:numPr>
          <w:ilvl w:val="0"/>
          <w:numId w:val="7"/>
        </w:numPr>
        <w:jc w:val="both"/>
        <w:rPr>
          <w:rFonts w:ascii="Verdana" w:hAnsi="Verdana"/>
          <w:bCs/>
        </w:rPr>
      </w:pPr>
      <w:r w:rsidRPr="005C7B60">
        <w:rPr>
          <w:rFonts w:ascii="Verdana" w:hAnsi="Verdana"/>
          <w:bCs/>
        </w:rPr>
        <w:t>Možnost pracovat v analogovém (FM)/digitálním režimu s programovatelnou šířkou kanálu 12,5 / 20 / 25 kHz.</w:t>
      </w:r>
    </w:p>
    <w:p w14:paraId="08404ABD" w14:textId="77777777" w:rsidR="00F05109" w:rsidRPr="005C7B60" w:rsidRDefault="00F05109" w:rsidP="00F05109">
      <w:pPr>
        <w:pStyle w:val="Odstavecseseznamem"/>
        <w:numPr>
          <w:ilvl w:val="0"/>
          <w:numId w:val="7"/>
        </w:numPr>
        <w:jc w:val="both"/>
        <w:rPr>
          <w:rFonts w:ascii="Verdana" w:hAnsi="Verdana"/>
          <w:bCs/>
        </w:rPr>
      </w:pPr>
      <w:r w:rsidRPr="005C7B60">
        <w:rPr>
          <w:rFonts w:ascii="Verdana" w:hAnsi="Verdana"/>
          <w:bCs/>
        </w:rPr>
        <w:t xml:space="preserve">VF výkon programově nastavitelný pro jednotlivé kanály nejméně ve dvou úrovních v rozsahu 1 až </w:t>
      </w:r>
      <w:proofErr w:type="gramStart"/>
      <w:r w:rsidRPr="005C7B60">
        <w:rPr>
          <w:rFonts w:ascii="Verdana" w:hAnsi="Verdana"/>
          <w:bCs/>
        </w:rPr>
        <w:t>5W</w:t>
      </w:r>
      <w:proofErr w:type="gramEnd"/>
      <w:r w:rsidRPr="005C7B60">
        <w:rPr>
          <w:rFonts w:ascii="Verdana" w:hAnsi="Verdana"/>
          <w:bCs/>
        </w:rPr>
        <w:t>.</w:t>
      </w:r>
    </w:p>
    <w:p w14:paraId="257FF6F9" w14:textId="77777777" w:rsidR="00F05109" w:rsidRPr="005C7B60" w:rsidRDefault="00F05109" w:rsidP="00F05109">
      <w:pPr>
        <w:pStyle w:val="Odstavecseseznamem"/>
        <w:numPr>
          <w:ilvl w:val="0"/>
          <w:numId w:val="7"/>
        </w:numPr>
        <w:jc w:val="both"/>
        <w:rPr>
          <w:rFonts w:ascii="Verdana" w:hAnsi="Verdana"/>
          <w:bCs/>
        </w:rPr>
      </w:pPr>
      <w:r w:rsidRPr="005C7B60">
        <w:rPr>
          <w:rFonts w:ascii="Verdana" w:hAnsi="Verdana"/>
          <w:bCs/>
        </w:rPr>
        <w:t>Minimálně 6 programovatelných tlačítek.</w:t>
      </w:r>
    </w:p>
    <w:p w14:paraId="39327EC8" w14:textId="77777777" w:rsidR="00F05109" w:rsidRPr="005C7B60" w:rsidRDefault="00F05109" w:rsidP="00F05109">
      <w:pPr>
        <w:pStyle w:val="Odstavecseseznamem"/>
        <w:numPr>
          <w:ilvl w:val="0"/>
          <w:numId w:val="7"/>
        </w:numPr>
        <w:jc w:val="both"/>
        <w:rPr>
          <w:rFonts w:ascii="Verdana" w:hAnsi="Verdana"/>
          <w:bCs/>
        </w:rPr>
      </w:pPr>
      <w:r w:rsidRPr="005C7B60">
        <w:rPr>
          <w:rFonts w:ascii="Verdana" w:hAnsi="Verdana"/>
          <w:bCs/>
        </w:rPr>
        <w:t>Hlasová indikace nastaveného kanálu v češtině.</w:t>
      </w:r>
    </w:p>
    <w:p w14:paraId="61368DB4" w14:textId="77777777" w:rsidR="00F05109" w:rsidRPr="005C7B60" w:rsidRDefault="00F05109" w:rsidP="00F05109">
      <w:pPr>
        <w:pStyle w:val="Odstavecseseznamem"/>
        <w:numPr>
          <w:ilvl w:val="0"/>
          <w:numId w:val="7"/>
        </w:numPr>
        <w:jc w:val="both"/>
        <w:rPr>
          <w:rFonts w:ascii="Verdana" w:hAnsi="Verdana"/>
          <w:bCs/>
        </w:rPr>
      </w:pPr>
      <w:r w:rsidRPr="005C7B60">
        <w:rPr>
          <w:rFonts w:ascii="Verdana" w:hAnsi="Verdana"/>
          <w:bCs/>
        </w:rPr>
        <w:lastRenderedPageBreak/>
        <w:t>Možnost konfigurace minimálně 32 provozních kanálu s rozdělením do kanálových skupin.</w:t>
      </w:r>
    </w:p>
    <w:p w14:paraId="04E7246F" w14:textId="77777777" w:rsidR="00F05109" w:rsidRPr="005C7B60" w:rsidRDefault="00F05109" w:rsidP="00F05109">
      <w:pPr>
        <w:pStyle w:val="Odstavecseseznamem"/>
        <w:numPr>
          <w:ilvl w:val="0"/>
          <w:numId w:val="7"/>
        </w:numPr>
        <w:jc w:val="both"/>
        <w:rPr>
          <w:rFonts w:ascii="Verdana" w:hAnsi="Verdana"/>
          <w:bCs/>
        </w:rPr>
      </w:pPr>
      <w:r w:rsidRPr="005C7B60">
        <w:rPr>
          <w:rFonts w:ascii="Verdana" w:hAnsi="Verdana"/>
          <w:bCs/>
        </w:rPr>
        <w:t>Možnost aktivace nouzového volání vyhrazeným nouzovým tlačítkem.</w:t>
      </w:r>
    </w:p>
    <w:p w14:paraId="326D7B56" w14:textId="77777777" w:rsidR="00F05109" w:rsidRPr="005C7B60" w:rsidRDefault="00F05109" w:rsidP="00F05109">
      <w:pPr>
        <w:pStyle w:val="Odstavecseseznamem"/>
        <w:numPr>
          <w:ilvl w:val="0"/>
          <w:numId w:val="7"/>
        </w:numPr>
        <w:jc w:val="both"/>
        <w:rPr>
          <w:rFonts w:ascii="Verdana" w:hAnsi="Verdana"/>
          <w:bCs/>
        </w:rPr>
      </w:pPr>
      <w:proofErr w:type="spellStart"/>
      <w:r w:rsidRPr="005C7B60">
        <w:rPr>
          <w:rFonts w:ascii="Verdana" w:hAnsi="Verdana"/>
          <w:bCs/>
        </w:rPr>
        <w:t>Li</w:t>
      </w:r>
      <w:proofErr w:type="spellEnd"/>
      <w:r w:rsidRPr="005C7B60">
        <w:rPr>
          <w:rFonts w:ascii="Verdana" w:hAnsi="Verdana"/>
          <w:bCs/>
        </w:rPr>
        <w:t xml:space="preserve">-Ion akumulátor s minimální výdrží nejméně </w:t>
      </w:r>
      <w:proofErr w:type="gramStart"/>
      <w:r w:rsidRPr="005C7B60">
        <w:rPr>
          <w:rFonts w:ascii="Verdana" w:hAnsi="Verdana"/>
          <w:bCs/>
        </w:rPr>
        <w:t>16h</w:t>
      </w:r>
      <w:proofErr w:type="gramEnd"/>
      <w:r w:rsidRPr="005C7B60">
        <w:rPr>
          <w:rFonts w:ascii="Verdana" w:hAnsi="Verdana"/>
          <w:bCs/>
        </w:rPr>
        <w:t xml:space="preserve"> provozu v provozním cyklu 5% vysílání, 5% příjem, 90% pohotovostní režim s vysokým výkonem 5 W.</w:t>
      </w:r>
    </w:p>
    <w:p w14:paraId="2D2150E2" w14:textId="77777777" w:rsidR="00F05109" w:rsidRPr="005C7B60" w:rsidRDefault="00F05109" w:rsidP="00F05109">
      <w:pPr>
        <w:pStyle w:val="Odstavecseseznamem"/>
        <w:numPr>
          <w:ilvl w:val="0"/>
          <w:numId w:val="7"/>
        </w:numPr>
        <w:jc w:val="both"/>
        <w:rPr>
          <w:rFonts w:ascii="Verdana" w:hAnsi="Verdana"/>
          <w:bCs/>
        </w:rPr>
      </w:pPr>
      <w:r w:rsidRPr="005C7B60">
        <w:rPr>
          <w:rFonts w:ascii="Verdana" w:hAnsi="Verdana"/>
          <w:bCs/>
        </w:rPr>
        <w:t xml:space="preserve">Podpora selektivního formátu </w:t>
      </w:r>
      <w:proofErr w:type="spellStart"/>
      <w:r w:rsidRPr="005C7B60">
        <w:rPr>
          <w:rFonts w:ascii="Verdana" w:hAnsi="Verdana"/>
          <w:bCs/>
        </w:rPr>
        <w:t>Select</w:t>
      </w:r>
      <w:proofErr w:type="spellEnd"/>
      <w:r w:rsidRPr="005C7B60">
        <w:rPr>
          <w:rFonts w:ascii="Verdana" w:hAnsi="Verdana"/>
          <w:bCs/>
        </w:rPr>
        <w:t xml:space="preserve"> V a </w:t>
      </w:r>
      <w:proofErr w:type="spellStart"/>
      <w:r w:rsidRPr="005C7B60">
        <w:rPr>
          <w:rFonts w:ascii="Verdana" w:hAnsi="Verdana"/>
          <w:bCs/>
        </w:rPr>
        <w:t>subtónů</w:t>
      </w:r>
      <w:proofErr w:type="spellEnd"/>
      <w:r w:rsidRPr="005C7B60">
        <w:rPr>
          <w:rFonts w:ascii="Verdana" w:hAnsi="Verdana"/>
          <w:bCs/>
        </w:rPr>
        <w:t xml:space="preserve"> v rozsahu 67,0 až 254,1 Hz.</w:t>
      </w:r>
    </w:p>
    <w:p w14:paraId="7228C23E" w14:textId="77777777" w:rsidR="00F05109" w:rsidRPr="005C7B60" w:rsidRDefault="00F05109" w:rsidP="00F05109">
      <w:pPr>
        <w:pStyle w:val="Odstavecseseznamem"/>
        <w:numPr>
          <w:ilvl w:val="0"/>
          <w:numId w:val="7"/>
        </w:numPr>
        <w:jc w:val="both"/>
        <w:rPr>
          <w:rFonts w:ascii="Verdana" w:hAnsi="Verdana"/>
          <w:bCs/>
        </w:rPr>
      </w:pPr>
      <w:r w:rsidRPr="005C7B60">
        <w:rPr>
          <w:rFonts w:ascii="Verdana" w:hAnsi="Verdana"/>
          <w:bCs/>
        </w:rPr>
        <w:t>Šifrování DMRA.</w:t>
      </w:r>
    </w:p>
    <w:p w14:paraId="20B0C40E" w14:textId="77777777" w:rsidR="00F05109" w:rsidRPr="005C7B60" w:rsidRDefault="00F05109" w:rsidP="00F05109">
      <w:pPr>
        <w:pStyle w:val="Odstavecseseznamem"/>
        <w:numPr>
          <w:ilvl w:val="0"/>
          <w:numId w:val="7"/>
        </w:numPr>
        <w:jc w:val="both"/>
        <w:rPr>
          <w:rFonts w:ascii="Verdana" w:hAnsi="Verdana"/>
          <w:bCs/>
        </w:rPr>
      </w:pPr>
      <w:r w:rsidRPr="005C7B60">
        <w:rPr>
          <w:rFonts w:ascii="Verdana" w:hAnsi="Verdana"/>
          <w:bCs/>
        </w:rPr>
        <w:t>Display min. 5 řádků.</w:t>
      </w:r>
    </w:p>
    <w:p w14:paraId="385E068F" w14:textId="77777777" w:rsidR="00F05109" w:rsidRPr="005C7B60" w:rsidRDefault="00F05109" w:rsidP="00F05109">
      <w:pPr>
        <w:pStyle w:val="Odstavecseseznamem"/>
        <w:numPr>
          <w:ilvl w:val="0"/>
          <w:numId w:val="7"/>
        </w:numPr>
        <w:jc w:val="both"/>
        <w:rPr>
          <w:rFonts w:ascii="Verdana" w:hAnsi="Verdana"/>
          <w:bCs/>
        </w:rPr>
      </w:pPr>
      <w:r w:rsidRPr="005C7B60">
        <w:rPr>
          <w:rFonts w:ascii="Verdana" w:hAnsi="Verdana"/>
          <w:bCs/>
        </w:rPr>
        <w:t>Klávesnice.</w:t>
      </w:r>
    </w:p>
    <w:p w14:paraId="0A2E5BA4" w14:textId="77777777" w:rsidR="00F05109" w:rsidRPr="005C7B60" w:rsidRDefault="00F05109" w:rsidP="00F05109">
      <w:pPr>
        <w:pStyle w:val="Odstavecseseznamem"/>
        <w:numPr>
          <w:ilvl w:val="0"/>
          <w:numId w:val="7"/>
        </w:numPr>
        <w:jc w:val="both"/>
        <w:rPr>
          <w:rFonts w:ascii="Verdana" w:hAnsi="Verdana"/>
          <w:bCs/>
        </w:rPr>
      </w:pPr>
      <w:r w:rsidRPr="005C7B60">
        <w:rPr>
          <w:rFonts w:ascii="Verdana" w:hAnsi="Verdana"/>
          <w:bCs/>
        </w:rPr>
        <w:t>Maximální hmotnost včetně akumulátoru 340 g.</w:t>
      </w:r>
    </w:p>
    <w:p w14:paraId="2F7E6531" w14:textId="77777777" w:rsidR="00F05109" w:rsidRPr="005C7B60" w:rsidRDefault="00F05109" w:rsidP="00F05109">
      <w:pPr>
        <w:pStyle w:val="Odstavecseseznamem"/>
        <w:numPr>
          <w:ilvl w:val="0"/>
          <w:numId w:val="7"/>
        </w:numPr>
        <w:jc w:val="both"/>
        <w:rPr>
          <w:rFonts w:ascii="Verdana" w:hAnsi="Verdana"/>
          <w:bCs/>
        </w:rPr>
      </w:pPr>
      <w:r w:rsidRPr="005C7B60">
        <w:rPr>
          <w:rFonts w:ascii="Verdana" w:hAnsi="Verdana"/>
          <w:bCs/>
        </w:rPr>
        <w:t>Schválení typu pro provoz v síti státní organizace Správa železnic včetně nastavení frekvencí. Parametry nastavení frekvencí budou dodány vítězné nabídce.</w:t>
      </w:r>
    </w:p>
    <w:p w14:paraId="1EFCCEA3" w14:textId="40A56361" w:rsidR="00F05109" w:rsidRPr="005C7B60" w:rsidRDefault="00F05109" w:rsidP="00F05109">
      <w:pPr>
        <w:pStyle w:val="Odstavecseseznamem"/>
        <w:numPr>
          <w:ilvl w:val="0"/>
          <w:numId w:val="7"/>
        </w:numPr>
        <w:jc w:val="both"/>
        <w:rPr>
          <w:rFonts w:ascii="Verdana" w:hAnsi="Verdana"/>
          <w:bCs/>
        </w:rPr>
      </w:pPr>
      <w:r w:rsidRPr="005C7B60">
        <w:rPr>
          <w:rFonts w:ascii="Verdana" w:hAnsi="Verdana"/>
          <w:bCs/>
        </w:rPr>
        <w:t>Provozní teplota</w:t>
      </w:r>
      <w:r w:rsidR="002763A8" w:rsidRPr="005C7B60">
        <w:rPr>
          <w:rFonts w:ascii="Verdana" w:hAnsi="Verdana"/>
          <w:bCs/>
        </w:rPr>
        <w:t xml:space="preserve"> v rozsahu alespoň</w:t>
      </w:r>
      <w:r w:rsidRPr="005C7B60">
        <w:rPr>
          <w:rFonts w:ascii="Verdana" w:hAnsi="Verdana"/>
          <w:bCs/>
        </w:rPr>
        <w:t xml:space="preserve"> -</w:t>
      </w:r>
      <w:proofErr w:type="gramStart"/>
      <w:r w:rsidRPr="005C7B60">
        <w:rPr>
          <w:rFonts w:ascii="Verdana" w:hAnsi="Verdana"/>
          <w:bCs/>
        </w:rPr>
        <w:t>30°C</w:t>
      </w:r>
      <w:proofErr w:type="gramEnd"/>
      <w:r w:rsidRPr="005C7B60">
        <w:rPr>
          <w:rFonts w:ascii="Verdana" w:hAnsi="Verdana"/>
          <w:bCs/>
        </w:rPr>
        <w:t xml:space="preserve"> až + 60°C.</w:t>
      </w:r>
    </w:p>
    <w:p w14:paraId="639001C7" w14:textId="5428B959" w:rsidR="00F05109" w:rsidRPr="005C7B60" w:rsidRDefault="00F05109" w:rsidP="00F05109">
      <w:pPr>
        <w:pStyle w:val="Odstavecseseznamem"/>
        <w:numPr>
          <w:ilvl w:val="0"/>
          <w:numId w:val="7"/>
        </w:numPr>
        <w:jc w:val="both"/>
        <w:rPr>
          <w:rFonts w:ascii="Verdana" w:hAnsi="Verdana"/>
          <w:bCs/>
        </w:rPr>
      </w:pPr>
      <w:r w:rsidRPr="005C7B60">
        <w:rPr>
          <w:rFonts w:ascii="Verdana" w:hAnsi="Verdana"/>
          <w:bCs/>
        </w:rPr>
        <w:t>Krytí</w:t>
      </w:r>
      <w:r w:rsidR="002763A8" w:rsidRPr="005C7B60">
        <w:rPr>
          <w:rFonts w:ascii="Verdana" w:hAnsi="Verdana"/>
          <w:bCs/>
        </w:rPr>
        <w:t xml:space="preserve"> alespoň</w:t>
      </w:r>
      <w:r w:rsidRPr="005C7B60">
        <w:rPr>
          <w:rFonts w:ascii="Verdana" w:hAnsi="Verdana"/>
          <w:bCs/>
        </w:rPr>
        <w:t xml:space="preserve"> IP 67.</w:t>
      </w:r>
    </w:p>
    <w:p w14:paraId="26A122D6" w14:textId="77777777" w:rsidR="00F05109" w:rsidRPr="005C7B60" w:rsidRDefault="00F05109" w:rsidP="00F05109">
      <w:pPr>
        <w:pStyle w:val="Odstavecseseznamem"/>
        <w:numPr>
          <w:ilvl w:val="0"/>
          <w:numId w:val="7"/>
        </w:numPr>
        <w:jc w:val="both"/>
        <w:rPr>
          <w:rFonts w:ascii="Verdana" w:hAnsi="Verdana"/>
          <w:bCs/>
        </w:rPr>
      </w:pPr>
      <w:r w:rsidRPr="005C7B60">
        <w:rPr>
          <w:rFonts w:ascii="Verdana" w:hAnsi="Verdana"/>
          <w:bCs/>
        </w:rPr>
        <w:t>Odolnost při pádu z výšky 2 m.</w:t>
      </w:r>
    </w:p>
    <w:p w14:paraId="0EC222AB" w14:textId="77777777" w:rsidR="00F05109" w:rsidRDefault="00F05109" w:rsidP="00F05109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5C7B60">
        <w:rPr>
          <w:rFonts w:ascii="Verdana" w:hAnsi="Verdana"/>
          <w:bCs/>
        </w:rPr>
        <w:t>Splňuje standardy MIL-STD-810 verze alespoň G.</w:t>
      </w:r>
    </w:p>
    <w:p w14:paraId="5E99D79E" w14:textId="667B8122" w:rsidR="001E65F3" w:rsidRPr="005C7B60" w:rsidRDefault="001E65F3" w:rsidP="00F05109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Anténa</w:t>
      </w:r>
    </w:p>
    <w:p w14:paraId="48B8B311" w14:textId="77777777" w:rsidR="00F05109" w:rsidRPr="005C7B60" w:rsidRDefault="00F05109" w:rsidP="00F05109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5C7B60">
        <w:rPr>
          <w:rFonts w:ascii="Verdana" w:hAnsi="Verdana"/>
          <w:bCs/>
        </w:rPr>
        <w:t>Klip pro uchycení na opasek.</w:t>
      </w:r>
    </w:p>
    <w:p w14:paraId="0A8EEC41" w14:textId="7E00401D" w:rsidR="001E65F3" w:rsidRPr="001E65F3" w:rsidRDefault="00F05109" w:rsidP="001E65F3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5C7B60">
        <w:rPr>
          <w:rFonts w:ascii="Verdana" w:hAnsi="Verdana"/>
          <w:bCs/>
        </w:rPr>
        <w:t>Poutko na ruku.</w:t>
      </w:r>
    </w:p>
    <w:p w14:paraId="3B3A0106" w14:textId="77777777" w:rsidR="00F05109" w:rsidRPr="005C7B60" w:rsidRDefault="00F05109" w:rsidP="00F05109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5C7B60">
        <w:rPr>
          <w:rFonts w:ascii="Verdana" w:hAnsi="Verdana"/>
          <w:bCs/>
        </w:rPr>
        <w:t>Stolní nabíječka typu nabíjecí miska.</w:t>
      </w:r>
    </w:p>
    <w:p w14:paraId="3B46068A" w14:textId="77777777" w:rsidR="00F05109" w:rsidRDefault="00F05109" w:rsidP="00F05109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5C7B60">
        <w:rPr>
          <w:rFonts w:ascii="Verdana" w:hAnsi="Verdana"/>
          <w:bCs/>
        </w:rPr>
        <w:t>Návod k obsluze v českém jazyce.</w:t>
      </w:r>
    </w:p>
    <w:p w14:paraId="4B5A55A0" w14:textId="77777777" w:rsidR="009B1200" w:rsidRDefault="009B1200" w:rsidP="009B1200">
      <w:p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</w:p>
    <w:p w14:paraId="3F6ABAE5" w14:textId="77777777" w:rsidR="009B1200" w:rsidRPr="002540AB" w:rsidRDefault="009B1200" w:rsidP="009B1200">
      <w:pPr>
        <w:autoSpaceDE w:val="0"/>
        <w:autoSpaceDN w:val="0"/>
        <w:spacing w:after="0" w:line="240" w:lineRule="auto"/>
        <w:jc w:val="both"/>
        <w:rPr>
          <w:rFonts w:ascii="Verdana" w:hAnsi="Verdana"/>
          <w:b/>
          <w:bCs/>
          <w:u w:val="single"/>
        </w:rPr>
      </w:pPr>
      <w:r w:rsidRPr="002540AB">
        <w:rPr>
          <w:rFonts w:ascii="Verdana" w:hAnsi="Verdana"/>
          <w:b/>
          <w:bCs/>
          <w:u w:val="single"/>
        </w:rPr>
        <w:t>Ruční reproduktor s mikrofonem k osobní radiostanici:</w:t>
      </w:r>
    </w:p>
    <w:p w14:paraId="7C90C651" w14:textId="77777777" w:rsidR="009B1200" w:rsidRPr="002540AB" w:rsidRDefault="009B1200" w:rsidP="009B1200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2540AB">
        <w:rPr>
          <w:rFonts w:ascii="Verdana" w:hAnsi="Verdana"/>
          <w:bCs/>
        </w:rPr>
        <w:t>Ruční reproduktor s mikrofonem musí být kompatibilní s dodanými osobními radiostanicemi</w:t>
      </w:r>
    </w:p>
    <w:p w14:paraId="59151D8A" w14:textId="77777777" w:rsidR="009B1200" w:rsidRPr="002540AB" w:rsidRDefault="009B1200" w:rsidP="009B1200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2540AB">
        <w:rPr>
          <w:rFonts w:ascii="Verdana" w:hAnsi="Verdana"/>
          <w:bCs/>
        </w:rPr>
        <w:t>Nesmí obsahovat žádné baterie ani akumulátory.</w:t>
      </w:r>
    </w:p>
    <w:p w14:paraId="1A1B2AC0" w14:textId="77777777" w:rsidR="009B1200" w:rsidRPr="002540AB" w:rsidRDefault="009B1200" w:rsidP="009B1200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2540AB">
        <w:rPr>
          <w:rFonts w:ascii="Verdana" w:hAnsi="Verdana"/>
          <w:bCs/>
        </w:rPr>
        <w:t>Propojení s osobní radiostanicí musí být realizováno odolným krouceným kabelem.</w:t>
      </w:r>
    </w:p>
    <w:p w14:paraId="1F43C5A5" w14:textId="77777777" w:rsidR="009B1200" w:rsidRPr="002540AB" w:rsidRDefault="009B1200" w:rsidP="009B1200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2540AB">
        <w:rPr>
          <w:rFonts w:ascii="Verdana" w:hAnsi="Verdana"/>
          <w:bCs/>
        </w:rPr>
        <w:t>Konektor pro upevnění kabelu k radiostanici musí obsahovat pojistku proti nechtěnému odpojení.</w:t>
      </w:r>
    </w:p>
    <w:p w14:paraId="0601FFC5" w14:textId="77777777" w:rsidR="009B1200" w:rsidRPr="002540AB" w:rsidRDefault="009B1200" w:rsidP="009B1200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2540AB">
        <w:rPr>
          <w:rFonts w:ascii="Verdana" w:hAnsi="Verdana"/>
          <w:bCs/>
        </w:rPr>
        <w:t>Otočný klip pro uchycení k opasku nebo oděvu.</w:t>
      </w:r>
    </w:p>
    <w:p w14:paraId="15BDDE38" w14:textId="77777777" w:rsidR="009B1200" w:rsidRPr="002540AB" w:rsidRDefault="009B1200" w:rsidP="009B1200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2540AB">
        <w:rPr>
          <w:rFonts w:ascii="Verdana" w:hAnsi="Verdana"/>
          <w:bCs/>
        </w:rPr>
        <w:t>Tlačítko pro komunikaci.</w:t>
      </w:r>
    </w:p>
    <w:p w14:paraId="3002BFEB" w14:textId="77777777" w:rsidR="009B1200" w:rsidRPr="002540AB" w:rsidRDefault="009B1200" w:rsidP="009B1200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2540AB">
        <w:rPr>
          <w:rFonts w:ascii="Verdana" w:hAnsi="Verdana"/>
          <w:bCs/>
        </w:rPr>
        <w:t>Konektor pro připojení sluchátka umožňujícího diskrétní komunikaci.</w:t>
      </w:r>
    </w:p>
    <w:p w14:paraId="74896F56" w14:textId="77777777" w:rsidR="009B1200" w:rsidRPr="002540AB" w:rsidRDefault="009B1200" w:rsidP="009B1200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2540AB">
        <w:rPr>
          <w:rFonts w:ascii="Verdana" w:hAnsi="Verdana"/>
          <w:bCs/>
        </w:rPr>
        <w:t>Výkon reproduktoru</w:t>
      </w:r>
      <w:r>
        <w:rPr>
          <w:rFonts w:ascii="Verdana" w:hAnsi="Verdana"/>
          <w:bCs/>
        </w:rPr>
        <w:t xml:space="preserve"> při impedanci cca 20 </w:t>
      </w:r>
      <w:r w:rsidRPr="004734B4">
        <w:rPr>
          <w:rFonts w:ascii="Verdana" w:hAnsi="Verdana"/>
          <w:bCs/>
        </w:rPr>
        <w:t>Ω</w:t>
      </w:r>
      <w:r w:rsidRPr="002540AB">
        <w:rPr>
          <w:rFonts w:ascii="Verdana" w:hAnsi="Verdana"/>
          <w:bCs/>
        </w:rPr>
        <w:t xml:space="preserve"> alespoň 2 W jmenovitý (alespoň 3 W maximální).</w:t>
      </w:r>
    </w:p>
    <w:p w14:paraId="578135B2" w14:textId="77777777" w:rsidR="009B1200" w:rsidRPr="002540AB" w:rsidRDefault="009B1200" w:rsidP="009B1200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2540AB">
        <w:rPr>
          <w:rFonts w:ascii="Verdana" w:hAnsi="Verdana"/>
          <w:bCs/>
        </w:rPr>
        <w:t>Krytí alespoň IP 54.</w:t>
      </w:r>
    </w:p>
    <w:p w14:paraId="12F5C675" w14:textId="77777777" w:rsidR="009B1200" w:rsidRPr="002540AB" w:rsidRDefault="009B1200" w:rsidP="009B1200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2540AB">
        <w:rPr>
          <w:rFonts w:ascii="Verdana" w:hAnsi="Verdana"/>
          <w:bCs/>
        </w:rPr>
        <w:t>Maximální rozměry: 78 x 62 x 35 mm.</w:t>
      </w:r>
    </w:p>
    <w:p w14:paraId="79CB3358" w14:textId="77777777" w:rsidR="009B1200" w:rsidRPr="002540AB" w:rsidRDefault="009B1200" w:rsidP="009B1200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2540AB">
        <w:rPr>
          <w:rFonts w:ascii="Verdana" w:hAnsi="Verdana"/>
          <w:bCs/>
        </w:rPr>
        <w:t>Maximální hmotnost: 170 g.</w:t>
      </w:r>
    </w:p>
    <w:p w14:paraId="6B47E009" w14:textId="77777777" w:rsidR="009B1200" w:rsidRPr="009B1200" w:rsidRDefault="009B1200" w:rsidP="009B1200">
      <w:p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</w:p>
    <w:p w14:paraId="09905B75" w14:textId="77777777" w:rsidR="000C321E" w:rsidRPr="000A02E1" w:rsidRDefault="000C321E" w:rsidP="000C321E">
      <w:p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</w:p>
    <w:p w14:paraId="2CCB0697" w14:textId="58D44438" w:rsidR="007A5559" w:rsidRDefault="007A5559" w:rsidP="007A5559">
      <w:pPr>
        <w:autoSpaceDE w:val="0"/>
        <w:autoSpaceDN w:val="0"/>
        <w:spacing w:after="0" w:line="240" w:lineRule="auto"/>
        <w:jc w:val="both"/>
        <w:rPr>
          <w:rFonts w:ascii="Verdana" w:hAnsi="Verdana"/>
          <w:b/>
          <w:bCs/>
        </w:rPr>
      </w:pPr>
      <w:r w:rsidRPr="009E76DC">
        <w:rPr>
          <w:rFonts w:ascii="Verdana" w:hAnsi="Verdana"/>
          <w:b/>
          <w:bCs/>
        </w:rPr>
        <w:t>Požadovaná konfigurace</w:t>
      </w:r>
      <w:r w:rsidR="00477B63">
        <w:rPr>
          <w:rFonts w:ascii="Verdana" w:hAnsi="Verdana"/>
          <w:b/>
          <w:bCs/>
        </w:rPr>
        <w:t xml:space="preserve"> </w:t>
      </w:r>
      <w:r w:rsidR="00C168AF">
        <w:rPr>
          <w:rFonts w:ascii="Verdana" w:hAnsi="Verdana"/>
          <w:b/>
          <w:bCs/>
        </w:rPr>
        <w:t>dodávk</w:t>
      </w:r>
      <w:r w:rsidR="00477B63">
        <w:rPr>
          <w:rFonts w:ascii="Verdana" w:hAnsi="Verdana"/>
          <w:b/>
          <w:bCs/>
        </w:rPr>
        <w:t>y</w:t>
      </w:r>
      <w:r w:rsidR="00C168AF">
        <w:rPr>
          <w:rFonts w:ascii="Verdana" w:hAnsi="Verdana"/>
          <w:b/>
          <w:bCs/>
        </w:rPr>
        <w:t>:</w:t>
      </w:r>
    </w:p>
    <w:p w14:paraId="5432AB9A" w14:textId="77777777" w:rsidR="00C168AF" w:rsidRPr="000A02E1" w:rsidRDefault="00C168AF" w:rsidP="007A5559">
      <w:pPr>
        <w:autoSpaceDE w:val="0"/>
        <w:autoSpaceDN w:val="0"/>
        <w:spacing w:after="0" w:line="240" w:lineRule="auto"/>
        <w:jc w:val="both"/>
        <w:rPr>
          <w:rFonts w:ascii="Verdana" w:hAnsi="Verdana"/>
          <w:b/>
          <w:bCs/>
        </w:rPr>
      </w:pPr>
    </w:p>
    <w:p w14:paraId="29037122" w14:textId="68614AAD" w:rsidR="000A02E1" w:rsidRDefault="00C168AF" w:rsidP="000A02E1">
      <w:pPr>
        <w:pStyle w:val="Odstavecseseznamem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4</w:t>
      </w:r>
      <w:r w:rsidR="000A02E1" w:rsidRPr="009E76DC">
        <w:rPr>
          <w:rFonts w:ascii="Verdana" w:hAnsi="Verdana"/>
          <w:bCs/>
        </w:rPr>
        <w:t xml:space="preserve">x </w:t>
      </w:r>
      <w:r w:rsidR="000A02E1">
        <w:rPr>
          <w:rFonts w:ascii="Verdana" w:hAnsi="Verdana"/>
          <w:bCs/>
        </w:rPr>
        <w:t>ruční skener s baterií a úložištěm dat</w:t>
      </w:r>
      <w:r w:rsidR="003939A3">
        <w:rPr>
          <w:rFonts w:ascii="Verdana" w:hAnsi="Verdana"/>
          <w:bCs/>
        </w:rPr>
        <w:t>.</w:t>
      </w:r>
    </w:p>
    <w:p w14:paraId="4FA978FE" w14:textId="3BE1E8DB" w:rsidR="000A02E1" w:rsidRDefault="00C168AF" w:rsidP="000A02E1">
      <w:pPr>
        <w:pStyle w:val="Odstavecseseznamem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4</w:t>
      </w:r>
      <w:r w:rsidR="000A02E1">
        <w:rPr>
          <w:rFonts w:ascii="Verdana" w:hAnsi="Verdana"/>
          <w:bCs/>
        </w:rPr>
        <w:t>x transportní obal</w:t>
      </w:r>
      <w:r w:rsidR="00301DB2">
        <w:rPr>
          <w:rFonts w:ascii="Verdana" w:hAnsi="Verdana"/>
          <w:bCs/>
        </w:rPr>
        <w:t xml:space="preserve"> pro ruční skener.</w:t>
      </w:r>
    </w:p>
    <w:p w14:paraId="6DB72CB5" w14:textId="23D1035A" w:rsidR="000A02E1" w:rsidRDefault="00C168AF" w:rsidP="000A02E1">
      <w:pPr>
        <w:pStyle w:val="Odstavecseseznamem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4</w:t>
      </w:r>
      <w:r w:rsidR="003B3D8E">
        <w:rPr>
          <w:rFonts w:ascii="Verdana" w:hAnsi="Verdana"/>
          <w:bCs/>
        </w:rPr>
        <w:t xml:space="preserve">x </w:t>
      </w:r>
      <w:r w:rsidR="000A02E1">
        <w:rPr>
          <w:rFonts w:ascii="Verdana" w:hAnsi="Verdana"/>
          <w:bCs/>
        </w:rPr>
        <w:t>Nabíječka</w:t>
      </w:r>
      <w:r w:rsidR="003B3D8E">
        <w:rPr>
          <w:rFonts w:ascii="Verdana" w:hAnsi="Verdana"/>
          <w:bCs/>
        </w:rPr>
        <w:t xml:space="preserve"> baterie</w:t>
      </w:r>
      <w:r w:rsidR="00547F58">
        <w:rPr>
          <w:rFonts w:ascii="Verdana" w:hAnsi="Verdana"/>
          <w:bCs/>
        </w:rPr>
        <w:t xml:space="preserve"> ručního skeneru</w:t>
      </w:r>
      <w:r w:rsidR="003939A3">
        <w:rPr>
          <w:rFonts w:ascii="Verdana" w:hAnsi="Verdana"/>
          <w:bCs/>
        </w:rPr>
        <w:t>.</w:t>
      </w:r>
    </w:p>
    <w:p w14:paraId="578ED26C" w14:textId="075037E0" w:rsidR="000C321E" w:rsidRDefault="00C168AF" w:rsidP="000A02E1">
      <w:pPr>
        <w:pStyle w:val="Odstavecseseznamem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8</w:t>
      </w:r>
      <w:r w:rsidR="000C321E">
        <w:rPr>
          <w:rFonts w:ascii="Verdana" w:hAnsi="Verdana"/>
          <w:bCs/>
        </w:rPr>
        <w:t>x osobní radiostanice</w:t>
      </w:r>
      <w:r w:rsidR="00B709D5">
        <w:rPr>
          <w:rFonts w:ascii="Verdana" w:hAnsi="Verdana"/>
          <w:bCs/>
        </w:rPr>
        <w:t xml:space="preserve"> včetně transportního obalu (pouzdra).</w:t>
      </w:r>
    </w:p>
    <w:p w14:paraId="1B9DDA74" w14:textId="5B8A3EC2" w:rsidR="009B1200" w:rsidRPr="009B1200" w:rsidRDefault="009B1200" w:rsidP="009B1200">
      <w:pPr>
        <w:pStyle w:val="Odstavecseseznamem"/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 </w:t>
      </w:r>
      <w:r w:rsidR="00C168AF">
        <w:rPr>
          <w:rFonts w:ascii="Verdana" w:hAnsi="Verdana"/>
          <w:bCs/>
        </w:rPr>
        <w:t>4</w:t>
      </w:r>
      <w:r w:rsidRPr="005946D0">
        <w:rPr>
          <w:rFonts w:ascii="Verdana" w:hAnsi="Verdana"/>
          <w:bCs/>
        </w:rPr>
        <w:t>x ruční reproduktor s mikrofonem k osobní radiostanici.</w:t>
      </w:r>
    </w:p>
    <w:p w14:paraId="6E1144F5" w14:textId="667AFEC4" w:rsidR="0087154E" w:rsidRDefault="00C168AF" w:rsidP="000A02E1">
      <w:pPr>
        <w:pStyle w:val="Odstavecseseznamem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2</w:t>
      </w:r>
      <w:r w:rsidR="0087154E">
        <w:rPr>
          <w:rFonts w:ascii="Verdana" w:hAnsi="Verdana"/>
          <w:bCs/>
        </w:rPr>
        <w:t>x v</w:t>
      </w:r>
      <w:r w:rsidR="00D54458">
        <w:rPr>
          <w:rFonts w:ascii="Verdana" w:hAnsi="Verdana"/>
          <w:bCs/>
        </w:rPr>
        <w:t>ýsuvná</w:t>
      </w:r>
      <w:r w:rsidR="0087154E">
        <w:rPr>
          <w:rFonts w:ascii="Verdana" w:hAnsi="Verdana"/>
          <w:bCs/>
        </w:rPr>
        <w:t xml:space="preserve"> tyč</w:t>
      </w:r>
      <w:r w:rsidR="00D4717C">
        <w:rPr>
          <w:rFonts w:ascii="Verdana" w:hAnsi="Verdana"/>
          <w:bCs/>
        </w:rPr>
        <w:t xml:space="preserve"> včetně robustního transportního pouzdra.</w:t>
      </w:r>
    </w:p>
    <w:p w14:paraId="5B0AA057" w14:textId="77777777" w:rsidR="003B3D8E" w:rsidRPr="00E86E9A" w:rsidRDefault="003B3D8E" w:rsidP="003B3D8E">
      <w:pPr>
        <w:pStyle w:val="Odstavecseseznamem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E86E9A">
        <w:rPr>
          <w:rFonts w:ascii="Verdana" w:hAnsi="Verdana"/>
          <w:bCs/>
        </w:rPr>
        <w:t xml:space="preserve">Poskytování technické podpory alespoň po dobu </w:t>
      </w:r>
      <w:proofErr w:type="gramStart"/>
      <w:r w:rsidRPr="00E86E9A">
        <w:rPr>
          <w:rFonts w:ascii="Verdana" w:hAnsi="Verdana"/>
          <w:bCs/>
        </w:rPr>
        <w:t>5-ti</w:t>
      </w:r>
      <w:proofErr w:type="gramEnd"/>
      <w:r w:rsidRPr="00E86E9A">
        <w:rPr>
          <w:rFonts w:ascii="Verdana" w:hAnsi="Verdana"/>
          <w:bCs/>
        </w:rPr>
        <w:t xml:space="preserve"> let po uplynutí záruční doby.</w:t>
      </w:r>
    </w:p>
    <w:p w14:paraId="41B61368" w14:textId="77777777" w:rsidR="003B3D8E" w:rsidRPr="00F07B1B" w:rsidRDefault="003B3D8E" w:rsidP="003B3D8E">
      <w:pPr>
        <w:pStyle w:val="Odstavecseseznamem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F07B1B">
        <w:rPr>
          <w:rFonts w:ascii="Verdana" w:hAnsi="Verdana"/>
          <w:bCs/>
        </w:rPr>
        <w:t>Záruka na všechny komponenty dodávky alespoň 24 měsíců.</w:t>
      </w:r>
    </w:p>
    <w:p w14:paraId="0113428B" w14:textId="77777777" w:rsidR="003B3D8E" w:rsidRDefault="003B3D8E" w:rsidP="003B3D8E">
      <w:pPr>
        <w:pStyle w:val="Odstavecseseznamem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691B30">
        <w:rPr>
          <w:rFonts w:ascii="Verdana" w:hAnsi="Verdana"/>
          <w:bCs/>
        </w:rPr>
        <w:t>Zaškolení obsluhy</w:t>
      </w:r>
      <w:r>
        <w:rPr>
          <w:rFonts w:ascii="Verdana" w:hAnsi="Verdana"/>
          <w:bCs/>
        </w:rPr>
        <w:t>.</w:t>
      </w:r>
    </w:p>
    <w:p w14:paraId="574CB175" w14:textId="2E49918F" w:rsidR="00090203" w:rsidRDefault="00D95C1F" w:rsidP="00090203">
      <w:pPr>
        <w:pStyle w:val="Odstavecseseznamem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Ke každému dodanému skeneru musí být přiložen k</w:t>
      </w:r>
      <w:r w:rsidR="00090203" w:rsidRPr="008778A1">
        <w:rPr>
          <w:rFonts w:ascii="Verdana" w:hAnsi="Verdana"/>
          <w:bCs/>
        </w:rPr>
        <w:t>alibrační list z</w:t>
      </w:r>
      <w:r>
        <w:rPr>
          <w:rFonts w:ascii="Verdana" w:hAnsi="Verdana"/>
          <w:bCs/>
        </w:rPr>
        <w:t xml:space="preserve"> jeho</w:t>
      </w:r>
      <w:r w:rsidR="00090203" w:rsidRPr="008778A1">
        <w:rPr>
          <w:rFonts w:ascii="Verdana" w:hAnsi="Verdana"/>
          <w:bCs/>
        </w:rPr>
        <w:t> metrologické kontroly</w:t>
      </w:r>
      <w:r>
        <w:rPr>
          <w:rFonts w:ascii="Verdana" w:hAnsi="Verdana"/>
          <w:bCs/>
        </w:rPr>
        <w:t>/</w:t>
      </w:r>
      <w:r w:rsidR="00090203" w:rsidRPr="008778A1">
        <w:rPr>
          <w:rFonts w:ascii="Verdana" w:hAnsi="Verdana"/>
          <w:bCs/>
        </w:rPr>
        <w:t>kalibrace (</w:t>
      </w:r>
      <w:r w:rsidR="00090203">
        <w:rPr>
          <w:rFonts w:ascii="Verdana" w:hAnsi="Verdana"/>
          <w:bCs/>
        </w:rPr>
        <w:t>kontrolní mě</w:t>
      </w:r>
      <w:r w:rsidR="00544A43">
        <w:rPr>
          <w:rFonts w:ascii="Verdana" w:hAnsi="Verdana"/>
          <w:bCs/>
        </w:rPr>
        <w:t>ř</w:t>
      </w:r>
      <w:r w:rsidR="00090203">
        <w:rPr>
          <w:rFonts w:ascii="Verdana" w:hAnsi="Verdana"/>
          <w:bCs/>
        </w:rPr>
        <w:t>ení polohy bodů a ploch</w:t>
      </w:r>
      <w:r w:rsidR="00090203" w:rsidRPr="008778A1">
        <w:rPr>
          <w:rFonts w:ascii="Verdana" w:hAnsi="Verdana"/>
          <w:bCs/>
        </w:rPr>
        <w:t>)</w:t>
      </w:r>
      <w:r w:rsidR="00090203">
        <w:rPr>
          <w:rFonts w:ascii="Verdana" w:hAnsi="Verdana"/>
          <w:bCs/>
        </w:rPr>
        <w:t xml:space="preserve"> na vzdálenost</w:t>
      </w:r>
      <w:r w:rsidR="00090203" w:rsidRPr="008778A1">
        <w:rPr>
          <w:rFonts w:ascii="Verdana" w:hAnsi="Verdana"/>
          <w:bCs/>
        </w:rPr>
        <w:t xml:space="preserve"> alespoň </w:t>
      </w:r>
      <w:r w:rsidR="00A03AC4">
        <w:rPr>
          <w:rFonts w:ascii="Verdana" w:hAnsi="Verdana"/>
          <w:bCs/>
        </w:rPr>
        <w:t>15</w:t>
      </w:r>
      <w:r w:rsidR="00081131">
        <w:rPr>
          <w:rFonts w:ascii="Verdana" w:hAnsi="Verdana"/>
          <w:bCs/>
        </w:rPr>
        <w:t xml:space="preserve"> </w:t>
      </w:r>
      <w:r w:rsidR="00090203" w:rsidRPr="008778A1">
        <w:rPr>
          <w:rFonts w:ascii="Verdana" w:hAnsi="Verdana"/>
          <w:bCs/>
        </w:rPr>
        <w:t xml:space="preserve">m. Každý kalibrační list musí obsahovat všechny náležitosti dle normy </w:t>
      </w:r>
      <w:r w:rsidR="00090203" w:rsidRPr="009C27B5">
        <w:t>ČSN EN ISO/IEC 17025</w:t>
      </w:r>
      <w:r w:rsidR="00090203" w:rsidRPr="008778A1">
        <w:rPr>
          <w:rFonts w:ascii="Verdana" w:hAnsi="Verdana"/>
          <w:bCs/>
        </w:rPr>
        <w:t>, datum kalibrace nesmí být starší než 6 měsíců vzhledem k datu podpisu kupní smlouvy.</w:t>
      </w:r>
    </w:p>
    <w:p w14:paraId="23959899" w14:textId="268EB67A" w:rsidR="001E65F3" w:rsidRPr="001E65F3" w:rsidRDefault="001E65F3" w:rsidP="001E65F3">
      <w:pPr>
        <w:pStyle w:val="Odstavecseseznamem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P</w:t>
      </w:r>
      <w:r w:rsidRPr="00D44022">
        <w:rPr>
          <w:rFonts w:ascii="Verdana" w:hAnsi="Verdana"/>
          <w:bCs/>
        </w:rPr>
        <w:t xml:space="preserve">oskytování technické podpory po </w:t>
      </w:r>
      <w:bookmarkStart w:id="4" w:name="_Hlk49944616"/>
      <w:r w:rsidRPr="00477B63">
        <w:t xml:space="preserve">dobu </w:t>
      </w:r>
      <w:proofErr w:type="gramStart"/>
      <w:r w:rsidRPr="00477B63">
        <w:t>5</w:t>
      </w:r>
      <w:r>
        <w:t>-ti</w:t>
      </w:r>
      <w:proofErr w:type="gramEnd"/>
      <w:r w:rsidRPr="00477B63">
        <w:t xml:space="preserve"> let po uplynutí záruční doby</w:t>
      </w:r>
      <w:bookmarkEnd w:id="4"/>
      <w:r w:rsidRPr="00477B63">
        <w:t>.</w:t>
      </w:r>
    </w:p>
    <w:p w14:paraId="5A0738B8" w14:textId="252C208D" w:rsidR="00DB7A33" w:rsidRDefault="00DB7A33" w:rsidP="00DB7A33">
      <w:pPr>
        <w:pStyle w:val="Odstavecseseznamem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t>Aktualizace firmware a software pro všechny dodané </w:t>
      </w:r>
      <w:r w:rsidRPr="00DB7A33">
        <w:rPr>
          <w:b/>
          <w:bCs/>
        </w:rPr>
        <w:t>skenery</w:t>
      </w:r>
      <w:r>
        <w:t xml:space="preserve"> zdarma alespoň po dobu 2 let. </w:t>
      </w:r>
      <w:r>
        <w:rPr>
          <w:rFonts w:ascii="Verdana" w:hAnsi="Verdana"/>
          <w:bCs/>
        </w:rPr>
        <w:t xml:space="preserve">Tento požadavek se týká opravy chyb i případů, kdy např. v rámci nového firmware přibude nová funkce a zadavatel veřejné zakázky ji v budoucnu vyhodnotí jako potřebnou. </w:t>
      </w:r>
    </w:p>
    <w:bookmarkEnd w:id="0"/>
    <w:bookmarkEnd w:id="1"/>
    <w:bookmarkEnd w:id="2"/>
    <w:bookmarkEnd w:id="3"/>
    <w:sectPr w:rsidR="00DB7A3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609EB" w14:textId="77777777" w:rsidR="008B371B" w:rsidRDefault="008B371B" w:rsidP="00962258">
      <w:pPr>
        <w:spacing w:after="0" w:line="240" w:lineRule="auto"/>
      </w:pPr>
      <w:r>
        <w:separator/>
      </w:r>
    </w:p>
  </w:endnote>
  <w:endnote w:type="continuationSeparator" w:id="0">
    <w:p w14:paraId="12E16196" w14:textId="77777777" w:rsidR="008B371B" w:rsidRDefault="008B371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279D3C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30F251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3340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340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70F23FF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AE4C7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5C28520" w14:textId="77777777" w:rsidR="00F1715C" w:rsidRDefault="00F1715C" w:rsidP="00D831A3">
          <w:pPr>
            <w:pStyle w:val="Zpat"/>
          </w:pPr>
        </w:p>
      </w:tc>
    </w:tr>
  </w:tbl>
  <w:p w14:paraId="76BE20C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7D9D0F4" wp14:editId="0A31F21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8B7CE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92120D7" wp14:editId="46F5B2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31F9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F8B117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3CB0B3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3340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340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C53893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BC4A43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1DC3DD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93CA6D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6D84744" w14:textId="5B233517" w:rsidR="00F1715C" w:rsidRDefault="00C0714E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232BD0B" w14:textId="77777777" w:rsidR="00F1715C" w:rsidRDefault="00F1715C" w:rsidP="00460660">
          <w:pPr>
            <w:pStyle w:val="Zpat"/>
          </w:pPr>
        </w:p>
      </w:tc>
    </w:tr>
  </w:tbl>
  <w:p w14:paraId="652993C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F6FE75B" wp14:editId="130B5C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2B98D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5FA071C" wp14:editId="53EF8A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185B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7168D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7B0C2" w14:textId="77777777" w:rsidR="008B371B" w:rsidRDefault="008B371B" w:rsidP="00962258">
      <w:pPr>
        <w:spacing w:after="0" w:line="240" w:lineRule="auto"/>
      </w:pPr>
      <w:r>
        <w:separator/>
      </w:r>
    </w:p>
  </w:footnote>
  <w:footnote w:type="continuationSeparator" w:id="0">
    <w:p w14:paraId="4A539152" w14:textId="77777777" w:rsidR="008B371B" w:rsidRDefault="008B371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F2288" w14:textId="0F43235E" w:rsidR="00387733" w:rsidRDefault="003877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402ED" w14:textId="2D401A71" w:rsidR="00F1715C" w:rsidRPr="00D6163D" w:rsidRDefault="000A1160" w:rsidP="000A1160">
    <w:pPr>
      <w:pStyle w:val="Zhlav"/>
      <w:jc w:val="center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4E006050" wp14:editId="7F7BB4F3">
          <wp:extent cx="1248442" cy="720000"/>
          <wp:effectExtent l="0" t="0" r="0" b="4445"/>
          <wp:docPr id="4" name="Obrázek 4" descr="C:\Users\SirokaA\Desktop\SFDI logo\malé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irokaA\Desktop\SFDI logo\malé\JPG\logo-bar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42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C274CA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C2BF631" w14:textId="3695D604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D90A2D2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0C33725" w14:textId="77777777" w:rsidR="00F1715C" w:rsidRPr="00D6163D" w:rsidRDefault="00F1715C" w:rsidP="00FC6389">
          <w:pPr>
            <w:pStyle w:val="Druhdokumentu"/>
          </w:pPr>
        </w:p>
      </w:tc>
    </w:tr>
    <w:tr w:rsidR="009F392E" w14:paraId="189A76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AB45DB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47BEE0D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16847E3" w14:textId="77777777" w:rsidR="009F392E" w:rsidRPr="00D6163D" w:rsidRDefault="009F392E" w:rsidP="00FC6389">
          <w:pPr>
            <w:pStyle w:val="Druhdokumentu"/>
          </w:pPr>
        </w:p>
      </w:tc>
    </w:tr>
  </w:tbl>
  <w:p w14:paraId="78CC7E2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AD5214B" wp14:editId="3D6B10C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11524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F2BEC"/>
    <w:multiLevelType w:val="hybridMultilevel"/>
    <w:tmpl w:val="510EFF94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66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3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3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4F6E4D"/>
    <w:multiLevelType w:val="hybridMultilevel"/>
    <w:tmpl w:val="9188AB92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7D50468"/>
    <w:multiLevelType w:val="hybridMultilevel"/>
    <w:tmpl w:val="75B8A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A36E6"/>
    <w:multiLevelType w:val="hybridMultilevel"/>
    <w:tmpl w:val="8C28625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A9907CD"/>
    <w:multiLevelType w:val="hybridMultilevel"/>
    <w:tmpl w:val="E056E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049DC"/>
    <w:multiLevelType w:val="hybridMultilevel"/>
    <w:tmpl w:val="96DAC1F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7C90D0E"/>
    <w:multiLevelType w:val="hybridMultilevel"/>
    <w:tmpl w:val="01D47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C8E7BE9"/>
    <w:multiLevelType w:val="hybridMultilevel"/>
    <w:tmpl w:val="FD9CF644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037778D"/>
    <w:multiLevelType w:val="hybridMultilevel"/>
    <w:tmpl w:val="C14AE7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54361D"/>
    <w:multiLevelType w:val="hybridMultilevel"/>
    <w:tmpl w:val="6B90E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E10DDD"/>
    <w:multiLevelType w:val="hybridMultilevel"/>
    <w:tmpl w:val="0ADAC7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D9797D"/>
    <w:multiLevelType w:val="hybridMultilevel"/>
    <w:tmpl w:val="FB32775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55D0DBE"/>
    <w:multiLevelType w:val="hybridMultilevel"/>
    <w:tmpl w:val="DCC88B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A70EDB"/>
    <w:multiLevelType w:val="hybridMultilevel"/>
    <w:tmpl w:val="C0203178"/>
    <w:lvl w:ilvl="0" w:tplc="F22E57EE">
      <w:start w:val="555"/>
      <w:numFmt w:val="bullet"/>
      <w:lvlText w:val=""/>
      <w:lvlJc w:val="left"/>
      <w:pPr>
        <w:ind w:left="1406" w:hanging="555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abstractNum w:abstractNumId="18" w15:restartNumberingAfterBreak="0">
    <w:nsid w:val="7D0D2C8F"/>
    <w:multiLevelType w:val="hybridMultilevel"/>
    <w:tmpl w:val="4CEE99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5960142">
    <w:abstractNumId w:val="5"/>
  </w:num>
  <w:num w:numId="2" w16cid:durableId="2061661472">
    <w:abstractNumId w:val="1"/>
  </w:num>
  <w:num w:numId="3" w16cid:durableId="435634274">
    <w:abstractNumId w:val="9"/>
  </w:num>
  <w:num w:numId="4" w16cid:durableId="821123912">
    <w:abstractNumId w:val="17"/>
  </w:num>
  <w:num w:numId="5" w16cid:durableId="1409157717">
    <w:abstractNumId w:val="7"/>
  </w:num>
  <w:num w:numId="6" w16cid:durableId="1435592759">
    <w:abstractNumId w:val="16"/>
  </w:num>
  <w:num w:numId="7" w16cid:durableId="1684043959">
    <w:abstractNumId w:val="4"/>
  </w:num>
  <w:num w:numId="8" w16cid:durableId="385690410">
    <w:abstractNumId w:val="18"/>
  </w:num>
  <w:num w:numId="9" w16cid:durableId="1844779738">
    <w:abstractNumId w:val="8"/>
  </w:num>
  <w:num w:numId="10" w16cid:durableId="1769160253">
    <w:abstractNumId w:val="13"/>
  </w:num>
  <w:num w:numId="11" w16cid:durableId="55127144">
    <w:abstractNumId w:val="6"/>
  </w:num>
  <w:num w:numId="12" w16cid:durableId="2096240101">
    <w:abstractNumId w:val="3"/>
  </w:num>
  <w:num w:numId="13" w16cid:durableId="29649248">
    <w:abstractNumId w:val="12"/>
  </w:num>
  <w:num w:numId="14" w16cid:durableId="1952013068">
    <w:abstractNumId w:val="0"/>
  </w:num>
  <w:num w:numId="15" w16cid:durableId="1085106351">
    <w:abstractNumId w:val="10"/>
  </w:num>
  <w:num w:numId="16" w16cid:durableId="1001393594">
    <w:abstractNumId w:val="2"/>
  </w:num>
  <w:num w:numId="17" w16cid:durableId="60643061">
    <w:abstractNumId w:val="11"/>
  </w:num>
  <w:num w:numId="18" w16cid:durableId="1728996255">
    <w:abstractNumId w:val="15"/>
  </w:num>
  <w:num w:numId="19" w16cid:durableId="1211458404">
    <w:abstractNumId w:val="14"/>
  </w:num>
  <w:num w:numId="20" w16cid:durableId="511527190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D48"/>
    <w:rsid w:val="000028EE"/>
    <w:rsid w:val="000047D3"/>
    <w:rsid w:val="000139B1"/>
    <w:rsid w:val="000353E0"/>
    <w:rsid w:val="00042DF9"/>
    <w:rsid w:val="00072C1E"/>
    <w:rsid w:val="00076A59"/>
    <w:rsid w:val="00080DBD"/>
    <w:rsid w:val="00081131"/>
    <w:rsid w:val="000825FB"/>
    <w:rsid w:val="00087D48"/>
    <w:rsid w:val="00090203"/>
    <w:rsid w:val="000A02E1"/>
    <w:rsid w:val="000A1160"/>
    <w:rsid w:val="000B3AEC"/>
    <w:rsid w:val="000C0B07"/>
    <w:rsid w:val="000C0D35"/>
    <w:rsid w:val="000C321E"/>
    <w:rsid w:val="000C46AE"/>
    <w:rsid w:val="000C6F53"/>
    <w:rsid w:val="000D6846"/>
    <w:rsid w:val="000E23A7"/>
    <w:rsid w:val="000E49F2"/>
    <w:rsid w:val="0010693F"/>
    <w:rsid w:val="00107482"/>
    <w:rsid w:val="0011384A"/>
    <w:rsid w:val="00113F0B"/>
    <w:rsid w:val="00114472"/>
    <w:rsid w:val="00121587"/>
    <w:rsid w:val="001364FA"/>
    <w:rsid w:val="00141ED2"/>
    <w:rsid w:val="001550BC"/>
    <w:rsid w:val="001605B9"/>
    <w:rsid w:val="00163116"/>
    <w:rsid w:val="00163129"/>
    <w:rsid w:val="00166426"/>
    <w:rsid w:val="00170EC5"/>
    <w:rsid w:val="00173666"/>
    <w:rsid w:val="001747C1"/>
    <w:rsid w:val="00184743"/>
    <w:rsid w:val="00196BB3"/>
    <w:rsid w:val="001E65F3"/>
    <w:rsid w:val="001F14A9"/>
    <w:rsid w:val="00207DF5"/>
    <w:rsid w:val="0021750F"/>
    <w:rsid w:val="00222811"/>
    <w:rsid w:val="00244A25"/>
    <w:rsid w:val="002533A5"/>
    <w:rsid w:val="0026428A"/>
    <w:rsid w:val="00266562"/>
    <w:rsid w:val="002763A8"/>
    <w:rsid w:val="00280E07"/>
    <w:rsid w:val="0029501B"/>
    <w:rsid w:val="002964AA"/>
    <w:rsid w:val="002A1335"/>
    <w:rsid w:val="002A2C36"/>
    <w:rsid w:val="002A311D"/>
    <w:rsid w:val="002B1AE1"/>
    <w:rsid w:val="002B55C1"/>
    <w:rsid w:val="002C1A3B"/>
    <w:rsid w:val="002C31BF"/>
    <w:rsid w:val="002D08B1"/>
    <w:rsid w:val="002D4705"/>
    <w:rsid w:val="002E0CD7"/>
    <w:rsid w:val="00301DB2"/>
    <w:rsid w:val="00332485"/>
    <w:rsid w:val="00341DCF"/>
    <w:rsid w:val="00357BC6"/>
    <w:rsid w:val="00387733"/>
    <w:rsid w:val="003939A3"/>
    <w:rsid w:val="003956C6"/>
    <w:rsid w:val="003B3D8E"/>
    <w:rsid w:val="003C11C2"/>
    <w:rsid w:val="003D0409"/>
    <w:rsid w:val="003D70D4"/>
    <w:rsid w:val="00402D6E"/>
    <w:rsid w:val="0040662D"/>
    <w:rsid w:val="00410D48"/>
    <w:rsid w:val="0041379C"/>
    <w:rsid w:val="00423677"/>
    <w:rsid w:val="00441430"/>
    <w:rsid w:val="00450F07"/>
    <w:rsid w:val="00451A77"/>
    <w:rsid w:val="00453CD3"/>
    <w:rsid w:val="00460660"/>
    <w:rsid w:val="00465FF9"/>
    <w:rsid w:val="00467211"/>
    <w:rsid w:val="00477B63"/>
    <w:rsid w:val="00486107"/>
    <w:rsid w:val="00491827"/>
    <w:rsid w:val="004A792A"/>
    <w:rsid w:val="004B0C8E"/>
    <w:rsid w:val="004B348C"/>
    <w:rsid w:val="004C4399"/>
    <w:rsid w:val="004C5AF4"/>
    <w:rsid w:val="004C787C"/>
    <w:rsid w:val="004D2F42"/>
    <w:rsid w:val="004E028E"/>
    <w:rsid w:val="004E143C"/>
    <w:rsid w:val="004E3A53"/>
    <w:rsid w:val="004F20BC"/>
    <w:rsid w:val="004F4B9B"/>
    <w:rsid w:val="004F69EA"/>
    <w:rsid w:val="00505FDF"/>
    <w:rsid w:val="00511AB9"/>
    <w:rsid w:val="00523EA7"/>
    <w:rsid w:val="00544A43"/>
    <w:rsid w:val="00547F58"/>
    <w:rsid w:val="00553375"/>
    <w:rsid w:val="00557C28"/>
    <w:rsid w:val="005736B7"/>
    <w:rsid w:val="0057579E"/>
    <w:rsid w:val="00575E5A"/>
    <w:rsid w:val="005958FE"/>
    <w:rsid w:val="005B1201"/>
    <w:rsid w:val="005B7572"/>
    <w:rsid w:val="005C7B60"/>
    <w:rsid w:val="005F1404"/>
    <w:rsid w:val="005F79D9"/>
    <w:rsid w:val="0061068E"/>
    <w:rsid w:val="00615353"/>
    <w:rsid w:val="0066014D"/>
    <w:rsid w:val="00660AD3"/>
    <w:rsid w:val="00661A87"/>
    <w:rsid w:val="00677B7F"/>
    <w:rsid w:val="00694949"/>
    <w:rsid w:val="00697AA3"/>
    <w:rsid w:val="006A1A46"/>
    <w:rsid w:val="006A5570"/>
    <w:rsid w:val="006A689C"/>
    <w:rsid w:val="006B3D79"/>
    <w:rsid w:val="006D7AFE"/>
    <w:rsid w:val="006E0578"/>
    <w:rsid w:val="006E314D"/>
    <w:rsid w:val="006E765C"/>
    <w:rsid w:val="006F40A7"/>
    <w:rsid w:val="00700877"/>
    <w:rsid w:val="00710723"/>
    <w:rsid w:val="007114E1"/>
    <w:rsid w:val="00723ED1"/>
    <w:rsid w:val="00737F1B"/>
    <w:rsid w:val="00743525"/>
    <w:rsid w:val="0076286B"/>
    <w:rsid w:val="00766846"/>
    <w:rsid w:val="0077673A"/>
    <w:rsid w:val="007846E1"/>
    <w:rsid w:val="007962D7"/>
    <w:rsid w:val="007A3CDA"/>
    <w:rsid w:val="007A5559"/>
    <w:rsid w:val="007B570C"/>
    <w:rsid w:val="007C589B"/>
    <w:rsid w:val="007D18D1"/>
    <w:rsid w:val="007E25D5"/>
    <w:rsid w:val="007E3B76"/>
    <w:rsid w:val="007E4A6E"/>
    <w:rsid w:val="007F56A7"/>
    <w:rsid w:val="00807DD0"/>
    <w:rsid w:val="00816E10"/>
    <w:rsid w:val="0085552F"/>
    <w:rsid w:val="008659F3"/>
    <w:rsid w:val="00867336"/>
    <w:rsid w:val="0087154E"/>
    <w:rsid w:val="008821BD"/>
    <w:rsid w:val="008854ED"/>
    <w:rsid w:val="00886D4B"/>
    <w:rsid w:val="00895406"/>
    <w:rsid w:val="008A3568"/>
    <w:rsid w:val="008B2617"/>
    <w:rsid w:val="008B371B"/>
    <w:rsid w:val="008C57A9"/>
    <w:rsid w:val="008D03B9"/>
    <w:rsid w:val="008F18D6"/>
    <w:rsid w:val="00903EFB"/>
    <w:rsid w:val="00904217"/>
    <w:rsid w:val="00904780"/>
    <w:rsid w:val="00922385"/>
    <w:rsid w:val="009223DF"/>
    <w:rsid w:val="00923DE9"/>
    <w:rsid w:val="00936091"/>
    <w:rsid w:val="00940D8A"/>
    <w:rsid w:val="0094391A"/>
    <w:rsid w:val="00962258"/>
    <w:rsid w:val="009678B7"/>
    <w:rsid w:val="009833E1"/>
    <w:rsid w:val="00983939"/>
    <w:rsid w:val="00992D9C"/>
    <w:rsid w:val="00995F90"/>
    <w:rsid w:val="00996CB8"/>
    <w:rsid w:val="009A1FBE"/>
    <w:rsid w:val="009B1200"/>
    <w:rsid w:val="009B14A9"/>
    <w:rsid w:val="009B2E97"/>
    <w:rsid w:val="009C1BD5"/>
    <w:rsid w:val="009D28C8"/>
    <w:rsid w:val="009E07F4"/>
    <w:rsid w:val="009F392E"/>
    <w:rsid w:val="00A021D7"/>
    <w:rsid w:val="00A03AC4"/>
    <w:rsid w:val="00A45139"/>
    <w:rsid w:val="00A53451"/>
    <w:rsid w:val="00A538B4"/>
    <w:rsid w:val="00A6177B"/>
    <w:rsid w:val="00A66136"/>
    <w:rsid w:val="00A81090"/>
    <w:rsid w:val="00A91F03"/>
    <w:rsid w:val="00AA4611"/>
    <w:rsid w:val="00AA4CBB"/>
    <w:rsid w:val="00AA65FA"/>
    <w:rsid w:val="00AA7351"/>
    <w:rsid w:val="00AB0664"/>
    <w:rsid w:val="00AC4472"/>
    <w:rsid w:val="00AC4A88"/>
    <w:rsid w:val="00AD056F"/>
    <w:rsid w:val="00AD6731"/>
    <w:rsid w:val="00AE219F"/>
    <w:rsid w:val="00B02171"/>
    <w:rsid w:val="00B15D0D"/>
    <w:rsid w:val="00B33409"/>
    <w:rsid w:val="00B37A0A"/>
    <w:rsid w:val="00B469E1"/>
    <w:rsid w:val="00B5327C"/>
    <w:rsid w:val="00B709D5"/>
    <w:rsid w:val="00B75EE1"/>
    <w:rsid w:val="00B77481"/>
    <w:rsid w:val="00B8518B"/>
    <w:rsid w:val="00BD40AE"/>
    <w:rsid w:val="00BD7E91"/>
    <w:rsid w:val="00C02D0A"/>
    <w:rsid w:val="00C03A6E"/>
    <w:rsid w:val="00C0714E"/>
    <w:rsid w:val="00C168AF"/>
    <w:rsid w:val="00C4411F"/>
    <w:rsid w:val="00C44F6A"/>
    <w:rsid w:val="00C47823"/>
    <w:rsid w:val="00C47AE3"/>
    <w:rsid w:val="00C64AA7"/>
    <w:rsid w:val="00C9507E"/>
    <w:rsid w:val="00CA7B76"/>
    <w:rsid w:val="00CD1FC4"/>
    <w:rsid w:val="00CE3171"/>
    <w:rsid w:val="00CE68C5"/>
    <w:rsid w:val="00CE7FB9"/>
    <w:rsid w:val="00D21061"/>
    <w:rsid w:val="00D4108E"/>
    <w:rsid w:val="00D4717C"/>
    <w:rsid w:val="00D54458"/>
    <w:rsid w:val="00D6163D"/>
    <w:rsid w:val="00D61A8C"/>
    <w:rsid w:val="00D73D46"/>
    <w:rsid w:val="00D77DB0"/>
    <w:rsid w:val="00D831A3"/>
    <w:rsid w:val="00D95C1F"/>
    <w:rsid w:val="00D96048"/>
    <w:rsid w:val="00DB2954"/>
    <w:rsid w:val="00DB7A33"/>
    <w:rsid w:val="00DC6155"/>
    <w:rsid w:val="00DC75F3"/>
    <w:rsid w:val="00DD46F3"/>
    <w:rsid w:val="00DE56F2"/>
    <w:rsid w:val="00DF116D"/>
    <w:rsid w:val="00E074E7"/>
    <w:rsid w:val="00E143DB"/>
    <w:rsid w:val="00E25F73"/>
    <w:rsid w:val="00E277A9"/>
    <w:rsid w:val="00E36C4A"/>
    <w:rsid w:val="00E4122C"/>
    <w:rsid w:val="00E4267C"/>
    <w:rsid w:val="00E517AB"/>
    <w:rsid w:val="00E616F1"/>
    <w:rsid w:val="00EA1407"/>
    <w:rsid w:val="00EB104F"/>
    <w:rsid w:val="00ED14BD"/>
    <w:rsid w:val="00F0510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C61"/>
    <w:rsid w:val="00F86BA6"/>
    <w:rsid w:val="00F9670E"/>
    <w:rsid w:val="00FA2E32"/>
    <w:rsid w:val="00FC6389"/>
    <w:rsid w:val="00FE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76D798"/>
  <w14:defaultImageDpi w14:val="32767"/>
  <w15:docId w15:val="{279D920B-0907-4526-A7BA-605966C3B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533A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91F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1F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1F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1F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1F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D8A6E6F-3B84-43F6-9E43-8BAD5F944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E475582-9E76-48DB-900A-C3A6C4E4B7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70</TotalTime>
  <Pages>2</Pages>
  <Words>748</Words>
  <Characters>4418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Sýkorová Elen</cp:lastModifiedBy>
  <cp:revision>81</cp:revision>
  <cp:lastPrinted>2017-11-28T17:18:00Z</cp:lastPrinted>
  <dcterms:created xsi:type="dcterms:W3CDTF">2023-03-10T11:21:00Z</dcterms:created>
  <dcterms:modified xsi:type="dcterms:W3CDTF">2025-08-06T08:55:00Z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